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39CD6" w14:textId="77777777" w:rsidR="00150F76" w:rsidRPr="00150F76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b/>
          <w:color w:val="000000"/>
          <w:sz w:val="44"/>
          <w:szCs w:val="44"/>
          <w:lang w:bidi="en-US"/>
        </w:rPr>
      </w:pP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Cambridge Upper Secondary Science Competition: </w:t>
      </w:r>
      <w:r w:rsidR="00F95376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Gold </w:t>
      </w:r>
      <w:r w:rsidRPr="00150F76">
        <w:rPr>
          <w:rFonts w:ascii="Arial" w:hAnsi="Arial" w:cs="Univers-Light"/>
          <w:b/>
          <w:color w:val="000000"/>
          <w:sz w:val="44"/>
          <w:szCs w:val="44"/>
          <w:lang w:bidi="en-US"/>
        </w:rPr>
        <w:t>Certificate</w:t>
      </w:r>
      <w:r w:rsidR="005805AE">
        <w:rPr>
          <w:rFonts w:ascii="Arial" w:hAnsi="Arial" w:cs="Univers-Light"/>
          <w:b/>
          <w:color w:val="000000"/>
          <w:sz w:val="44"/>
          <w:szCs w:val="44"/>
          <w:lang w:bidi="en-US"/>
        </w:rPr>
        <w:t xml:space="preserve"> </w:t>
      </w:r>
    </w:p>
    <w:p w14:paraId="03049B8E" w14:textId="77777777" w:rsidR="0052696D" w:rsidRDefault="0052696D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</w:p>
    <w:p w14:paraId="62D059F2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6E177E11" w14:textId="77777777" w:rsidR="007A326E" w:rsidRDefault="007A326E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right="-340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164C4B43" w14:textId="77777777" w:rsidR="0043061C" w:rsidRPr="00827F6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44"/>
          <w:szCs w:val="44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This is to certify that</w:t>
      </w:r>
    </w:p>
    <w:p w14:paraId="07F01133" w14:textId="77777777" w:rsidR="003667CA" w:rsidRPr="001514D4" w:rsidRDefault="009130B7" w:rsidP="003201A5">
      <w:pPr>
        <w:autoSpaceDE w:val="0"/>
        <w:autoSpaceDN w:val="0"/>
        <w:adjustRightInd w:val="0"/>
        <w:spacing w:before="100" w:after="100"/>
        <w:ind w:left="-540" w:right="-340"/>
        <w:jc w:val="center"/>
        <w:rPr>
          <w:rFonts w:ascii="Arial" w:hAnsi="Arial" w:cs="Arial"/>
          <w:b/>
          <w:sz w:val="18"/>
          <w:szCs w:val="18"/>
          <w:lang w:val="en-GB" w:eastAsia="en-GB"/>
        </w:rPr>
      </w:pPr>
      <w:r>
        <w:rPr>
          <w:rFonts w:ascii="Arial" w:hAnsi="Arial" w:cs="Arial"/>
          <w:b/>
          <w:sz w:val="36"/>
          <w:szCs w:val="36"/>
          <w:lang w:val="en-GB" w:eastAsia="en-GB"/>
        </w:rPr>
        <w:t>{First name} {Surname}</w:t>
      </w:r>
      <w:r w:rsidR="00E553F3" w:rsidRPr="00E553F3">
        <w:rPr>
          <w:rFonts w:ascii="Arial" w:hAnsi="Arial" w:cs="Arial"/>
          <w:b/>
          <w:sz w:val="36"/>
          <w:szCs w:val="36"/>
          <w:lang w:val="en-GB" w:eastAsia="en-GB"/>
        </w:rPr>
        <w:br/>
      </w:r>
    </w:p>
    <w:p w14:paraId="1FD08C6C" w14:textId="77777777" w:rsidR="0043061C" w:rsidRPr="00F608D1" w:rsidRDefault="0043061C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F608D1">
        <w:rPr>
          <w:rFonts w:ascii="Arial" w:hAnsi="Arial" w:cs="Univers-Light"/>
          <w:color w:val="000000"/>
          <w:sz w:val="28"/>
          <w:szCs w:val="28"/>
          <w:lang w:bidi="en-US"/>
        </w:rPr>
        <w:t>of</w:t>
      </w:r>
    </w:p>
    <w:p w14:paraId="1EA7DC3C" w14:textId="77777777" w:rsidR="00AB6851" w:rsidRDefault="009130B7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36"/>
        </w:rPr>
      </w:pPr>
      <w:r>
        <w:rPr>
          <w:rFonts w:ascii="Arial" w:hAnsi="Arial" w:cs="Arial"/>
          <w:b/>
          <w:color w:val="000000"/>
          <w:sz w:val="36"/>
        </w:rPr>
        <w:t>{School Name}</w:t>
      </w:r>
    </w:p>
    <w:p w14:paraId="28B8AAD6" w14:textId="77777777" w:rsidR="006060A6" w:rsidRPr="00646302" w:rsidRDefault="006060A6" w:rsidP="006060A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line="288" w:lineRule="auto"/>
        <w:ind w:left="-539" w:right="-340"/>
        <w:jc w:val="center"/>
        <w:textAlignment w:val="center"/>
        <w:rPr>
          <w:rFonts w:ascii="Arial" w:hAnsi="Arial" w:cs="Arial"/>
          <w:b/>
          <w:color w:val="000000"/>
          <w:sz w:val="48"/>
        </w:rPr>
      </w:pPr>
    </w:p>
    <w:p w14:paraId="4F7EA0B1" w14:textId="77777777" w:rsidR="00150F76" w:rsidRDefault="00CC24CB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>
        <w:rPr>
          <w:rFonts w:ascii="Arial" w:hAnsi="Arial" w:cs="Univers-Light"/>
          <w:color w:val="000000"/>
          <w:sz w:val="28"/>
          <w:szCs w:val="28"/>
          <w:lang w:bidi="en-US"/>
        </w:rPr>
        <w:t>Achieved Gold</w:t>
      </w:r>
      <w:r w:rsidR="00150F76">
        <w:rPr>
          <w:rFonts w:ascii="Arial" w:hAnsi="Arial" w:cs="Univers-Light"/>
          <w:color w:val="000000"/>
          <w:sz w:val="28"/>
          <w:szCs w:val="28"/>
          <w:lang w:bidi="en-US"/>
        </w:rPr>
        <w:t xml:space="preserve"> in the Cambridge Upper Secondary Science Competition </w:t>
      </w:r>
      <w:r w:rsidR="00082FE6">
        <w:rPr>
          <w:rFonts w:ascii="Arial" w:hAnsi="Arial" w:cs="Univers-Light"/>
          <w:color w:val="000000"/>
          <w:sz w:val="28"/>
          <w:szCs w:val="28"/>
          <w:lang w:bidi="en-US"/>
        </w:rPr>
        <w:t>2020</w:t>
      </w:r>
      <w:bookmarkStart w:id="0" w:name="_GoBack"/>
      <w:bookmarkEnd w:id="0"/>
    </w:p>
    <w:p w14:paraId="47E7950B" w14:textId="77777777" w:rsidR="00150F76" w:rsidRPr="00A33FF7" w:rsidRDefault="00150F76" w:rsidP="00150F76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33FF7">
        <w:rPr>
          <w:rFonts w:ascii="Arial" w:hAnsi="Arial" w:cs="Arial"/>
          <w:sz w:val="28"/>
          <w:szCs w:val="28"/>
        </w:rPr>
        <w:t>conducted by</w:t>
      </w:r>
    </w:p>
    <w:p w14:paraId="1A4DB2AC" w14:textId="77777777" w:rsidR="00A33FF7" w:rsidRDefault="00A33FF7" w:rsidP="003201A5">
      <w:pPr>
        <w:widowControl w:val="0"/>
        <w:tabs>
          <w:tab w:val="left" w:pos="-284"/>
        </w:tabs>
        <w:suppressAutoHyphens/>
        <w:autoSpaceDE w:val="0"/>
        <w:autoSpaceDN w:val="0"/>
        <w:adjustRightInd w:val="0"/>
        <w:spacing w:after="227" w:line="288" w:lineRule="auto"/>
        <w:ind w:left="-540" w:right="-340"/>
        <w:jc w:val="center"/>
        <w:textAlignment w:val="center"/>
        <w:rPr>
          <w:rFonts w:ascii="Arial" w:hAnsi="Arial" w:cs="Arial"/>
          <w:b/>
          <w:sz w:val="36"/>
          <w:szCs w:val="36"/>
        </w:rPr>
      </w:pPr>
      <w:r w:rsidRPr="00A33FF7">
        <w:rPr>
          <w:rFonts w:ascii="Arial" w:hAnsi="Arial" w:cs="Arial"/>
          <w:b/>
          <w:sz w:val="36"/>
          <w:szCs w:val="36"/>
        </w:rPr>
        <w:t xml:space="preserve">Cambridge </w:t>
      </w:r>
      <w:r w:rsidR="00BD2F3C">
        <w:rPr>
          <w:rFonts w:ascii="Arial" w:hAnsi="Arial" w:cs="Arial"/>
          <w:b/>
          <w:sz w:val="36"/>
          <w:szCs w:val="36"/>
        </w:rPr>
        <w:t xml:space="preserve">Assessment </w:t>
      </w:r>
      <w:r w:rsidRPr="00A33FF7">
        <w:rPr>
          <w:rFonts w:ascii="Arial" w:hAnsi="Arial" w:cs="Arial"/>
          <w:b/>
          <w:sz w:val="36"/>
          <w:szCs w:val="36"/>
        </w:rPr>
        <w:t>International E</w:t>
      </w:r>
      <w:r w:rsidR="00BD2F3C">
        <w:rPr>
          <w:rFonts w:ascii="Arial" w:hAnsi="Arial" w:cs="Arial"/>
          <w:b/>
          <w:sz w:val="36"/>
          <w:szCs w:val="36"/>
        </w:rPr>
        <w:t>ducation</w:t>
      </w:r>
    </w:p>
    <w:p w14:paraId="31CC24A3" w14:textId="77777777" w:rsidR="00FB1CAD" w:rsidRDefault="00FB1CAD" w:rsidP="00150F76">
      <w:pPr>
        <w:tabs>
          <w:tab w:val="left" w:pos="-284"/>
        </w:tabs>
        <w:ind w:left="-540" w:right="-340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7FA644DF" w14:textId="77777777" w:rsidR="00043C10" w:rsidRDefault="00043C10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28AD200A" w14:textId="77777777" w:rsidR="00FB1CAD" w:rsidRDefault="00FB1CAD" w:rsidP="003201A5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</w:p>
    <w:p w14:paraId="14B2F162" w14:textId="77777777" w:rsidR="00FB1CAD" w:rsidRDefault="00FB1CAD" w:rsidP="00FB1CAD">
      <w:pPr>
        <w:tabs>
          <w:tab w:val="left" w:pos="-284"/>
        </w:tabs>
        <w:ind w:left="-540" w:right="-340"/>
        <w:jc w:val="center"/>
        <w:rPr>
          <w:rFonts w:ascii="Arial" w:hAnsi="Arial" w:cs="Univers-Light"/>
          <w:color w:val="000000"/>
          <w:sz w:val="28"/>
          <w:szCs w:val="28"/>
          <w:lang w:bidi="en-US"/>
        </w:rPr>
      </w:pPr>
      <w:r w:rsidRPr="00A77D29">
        <w:rPr>
          <w:rFonts w:ascii="Arial" w:hAnsi="Arial" w:cs="Univers-Light"/>
          <w:noProof/>
          <w:color w:val="000000"/>
          <w:sz w:val="28"/>
          <w:szCs w:val="28"/>
          <w:lang w:val="en-GB" w:eastAsia="en-GB"/>
        </w:rPr>
        <w:drawing>
          <wp:inline distT="0" distB="0" distL="0" distR="0" wp14:anchorId="771BCD10" wp14:editId="0096CDA3">
            <wp:extent cx="2129617" cy="937126"/>
            <wp:effectExtent l="0" t="0" r="4445" b="3175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06" cy="95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2F699" w14:textId="77777777" w:rsidR="00FB1CAD" w:rsidRPr="00043C10" w:rsidRDefault="00FB1CAD" w:rsidP="00FB1CAD">
      <w:pPr>
        <w:tabs>
          <w:tab w:val="left" w:pos="-284"/>
        </w:tabs>
        <w:spacing w:before="100"/>
        <w:ind w:left="-539" w:right="-340"/>
        <w:jc w:val="center"/>
        <w:rPr>
          <w:rFonts w:ascii="Arial" w:hAnsi="Arial" w:cs="Univers-Light"/>
          <w:color w:val="000000"/>
          <w:sz w:val="21"/>
          <w:szCs w:val="21"/>
          <w:lang w:bidi="en-US"/>
        </w:rPr>
      </w:pP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 xml:space="preserve">Christine </w:t>
      </w:r>
      <w:proofErr w:type="spellStart"/>
      <w:r w:rsidRPr="00A77D29">
        <w:rPr>
          <w:rFonts w:ascii="Arial" w:hAnsi="Arial" w:cs="Arial"/>
          <w:b/>
          <w:sz w:val="21"/>
          <w:szCs w:val="21"/>
        </w:rPr>
        <w:t>Ö</w:t>
      </w:r>
      <w:r w:rsidRPr="00A77D29">
        <w:rPr>
          <w:rStyle w:val="A12"/>
          <w:rFonts w:ascii="Arial" w:hAnsi="Arial" w:cs="Arial"/>
          <w:b/>
          <w:sz w:val="21"/>
          <w:szCs w:val="21"/>
        </w:rPr>
        <w:t>z</w:t>
      </w:r>
      <w:r w:rsidRPr="00A77D29">
        <w:rPr>
          <w:rFonts w:ascii="Arial" w:hAnsi="Arial" w:cs="Univers-Light"/>
          <w:b/>
          <w:color w:val="000000"/>
          <w:sz w:val="21"/>
          <w:szCs w:val="21"/>
          <w:lang w:bidi="en-US"/>
        </w:rPr>
        <w:t>den</w:t>
      </w:r>
      <w:proofErr w:type="spellEnd"/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, Chief Executive</w:t>
      </w:r>
    </w:p>
    <w:p w14:paraId="311B15B0" w14:textId="77777777" w:rsidR="00FB1CAD" w:rsidRPr="0043061C" w:rsidRDefault="00FB1CAD" w:rsidP="00FB1CAD">
      <w:pPr>
        <w:tabs>
          <w:tab w:val="left" w:pos="-284"/>
        </w:tabs>
        <w:ind w:left="-540" w:right="-790"/>
        <w:jc w:val="center"/>
      </w:pPr>
      <w:r w:rsidRPr="00043C10">
        <w:rPr>
          <w:rFonts w:ascii="Arial" w:hAnsi="Arial" w:cs="Univers-Light"/>
          <w:color w:val="000000"/>
          <w:sz w:val="21"/>
          <w:szCs w:val="21"/>
          <w:lang w:bidi="en-US"/>
        </w:rPr>
        <w:t>Cambridge Assessment International Education</w:t>
      </w:r>
    </w:p>
    <w:sectPr w:rsidR="00FB1CAD" w:rsidRPr="0043061C" w:rsidSect="00471C31">
      <w:headerReference w:type="default" r:id="rId8"/>
      <w:pgSz w:w="11900" w:h="16840"/>
      <w:pgMar w:top="3146" w:right="1800" w:bottom="1465" w:left="180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37AC8" w14:textId="77777777" w:rsidR="00082FE6" w:rsidRDefault="00082FE6">
      <w:r>
        <w:separator/>
      </w:r>
    </w:p>
  </w:endnote>
  <w:endnote w:type="continuationSeparator" w:id="0">
    <w:p w14:paraId="40FD5B97" w14:textId="77777777" w:rsidR="00082FE6" w:rsidRDefault="0008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65 Bold">
    <w:altName w:val="Cambria"/>
    <w:charset w:val="00"/>
    <w:family w:val="auto"/>
    <w:pitch w:val="variable"/>
    <w:sig w:usb0="00000003" w:usb1="00000000" w:usb2="00000000" w:usb3="00000000" w:csb0="00000001" w:csb1="00000000"/>
  </w:font>
  <w:font w:name="Univers 45 Light">
    <w:charset w:val="00"/>
    <w:family w:val="auto"/>
    <w:pitch w:val="variable"/>
    <w:sig w:usb0="00000003" w:usb1="00000000" w:usb2="00000000" w:usb3="00000000" w:csb0="00000001" w:csb1="00000000"/>
  </w:font>
  <w:font w:name="Univers-Bold">
    <w:altName w:val="Univers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Bliss Pro Light">
    <w:altName w:val="Bliss Pro Light"/>
    <w:panose1 w:val="00000000000000000000"/>
    <w:charset w:val="00"/>
    <w:family w:val="auto"/>
    <w:notTrueType/>
    <w:pitch w:val="variable"/>
    <w:sig w:usb0="A00002E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E8441" w14:textId="77777777" w:rsidR="00082FE6" w:rsidRDefault="00082FE6">
      <w:r>
        <w:separator/>
      </w:r>
    </w:p>
  </w:footnote>
  <w:footnote w:type="continuationSeparator" w:id="0">
    <w:p w14:paraId="14FD5BC0" w14:textId="77777777" w:rsidR="00082FE6" w:rsidRDefault="00082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9424D" w14:textId="77777777" w:rsidR="000B0525" w:rsidRDefault="001D5993">
    <w:pPr>
      <w:pStyle w:val="Header"/>
    </w:pPr>
    <w:r>
      <w:rPr>
        <w:rFonts w:ascii="Arial" w:hAnsi="Arial" w:cs="Univers-Light"/>
        <w:noProof/>
        <w:color w:val="000000"/>
        <w:sz w:val="44"/>
        <w:szCs w:val="44"/>
        <w:lang w:val="en-GB" w:eastAsia="en-GB"/>
      </w:rPr>
      <w:drawing>
        <wp:anchor distT="0" distB="0" distL="114300" distR="114300" simplePos="0" relativeHeight="251662336" behindDoc="1" locked="0" layoutInCell="1" allowOverlap="1" wp14:anchorId="365111F9" wp14:editId="5F2B550A">
          <wp:simplePos x="0" y="0"/>
          <wp:positionH relativeFrom="column">
            <wp:posOffset>-1206323</wp:posOffset>
          </wp:positionH>
          <wp:positionV relativeFrom="page">
            <wp:posOffset>4445</wp:posOffset>
          </wp:positionV>
          <wp:extent cx="7661910" cy="10695940"/>
          <wp:effectExtent l="0" t="0" r="8890" b="0"/>
          <wp:wrapNone/>
          <wp:docPr id="2" name="Picture 2" descr="jpegs/CAIE%20Certificate%20W_ba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egs/CAIE%20Certificate%20W_ba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1910" cy="1069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B16B2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E6"/>
    <w:rsid w:val="00022536"/>
    <w:rsid w:val="00023F54"/>
    <w:rsid w:val="00040976"/>
    <w:rsid w:val="00043C10"/>
    <w:rsid w:val="00082FE6"/>
    <w:rsid w:val="000B0525"/>
    <w:rsid w:val="000C6272"/>
    <w:rsid w:val="000C6F9E"/>
    <w:rsid w:val="000C7057"/>
    <w:rsid w:val="001009E1"/>
    <w:rsid w:val="0014343A"/>
    <w:rsid w:val="00150F76"/>
    <w:rsid w:val="001514D4"/>
    <w:rsid w:val="0017750E"/>
    <w:rsid w:val="001862B2"/>
    <w:rsid w:val="001B2479"/>
    <w:rsid w:val="001C1EB2"/>
    <w:rsid w:val="001D060F"/>
    <w:rsid w:val="001D2501"/>
    <w:rsid w:val="001D5993"/>
    <w:rsid w:val="00223875"/>
    <w:rsid w:val="002411BE"/>
    <w:rsid w:val="0024257D"/>
    <w:rsid w:val="00244B86"/>
    <w:rsid w:val="0029325F"/>
    <w:rsid w:val="002975CF"/>
    <w:rsid w:val="002A0B66"/>
    <w:rsid w:val="002A3F6A"/>
    <w:rsid w:val="002B40D8"/>
    <w:rsid w:val="00310463"/>
    <w:rsid w:val="00320055"/>
    <w:rsid w:val="003201A5"/>
    <w:rsid w:val="0035799B"/>
    <w:rsid w:val="003667CA"/>
    <w:rsid w:val="00370C35"/>
    <w:rsid w:val="003A6ECB"/>
    <w:rsid w:val="003D2886"/>
    <w:rsid w:val="0042414C"/>
    <w:rsid w:val="0043061C"/>
    <w:rsid w:val="00471C31"/>
    <w:rsid w:val="004A0790"/>
    <w:rsid w:val="004E1CE8"/>
    <w:rsid w:val="0052696D"/>
    <w:rsid w:val="00571C1C"/>
    <w:rsid w:val="00574DD4"/>
    <w:rsid w:val="005805AE"/>
    <w:rsid w:val="005951F5"/>
    <w:rsid w:val="005979A7"/>
    <w:rsid w:val="005E5716"/>
    <w:rsid w:val="005E7589"/>
    <w:rsid w:val="006060A6"/>
    <w:rsid w:val="006071DC"/>
    <w:rsid w:val="0064510E"/>
    <w:rsid w:val="00645A5C"/>
    <w:rsid w:val="00645BB0"/>
    <w:rsid w:val="00646302"/>
    <w:rsid w:val="0065191E"/>
    <w:rsid w:val="00664E14"/>
    <w:rsid w:val="006851DB"/>
    <w:rsid w:val="006E50C4"/>
    <w:rsid w:val="00704C9F"/>
    <w:rsid w:val="007452AC"/>
    <w:rsid w:val="0074595B"/>
    <w:rsid w:val="00752098"/>
    <w:rsid w:val="0077580D"/>
    <w:rsid w:val="007A20C1"/>
    <w:rsid w:val="007A326E"/>
    <w:rsid w:val="007A658C"/>
    <w:rsid w:val="007C0D53"/>
    <w:rsid w:val="007D362A"/>
    <w:rsid w:val="007D5694"/>
    <w:rsid w:val="007E4275"/>
    <w:rsid w:val="0081240D"/>
    <w:rsid w:val="00827F61"/>
    <w:rsid w:val="0085091B"/>
    <w:rsid w:val="00872905"/>
    <w:rsid w:val="008A3BB7"/>
    <w:rsid w:val="008D73C2"/>
    <w:rsid w:val="008E418D"/>
    <w:rsid w:val="008E5AF2"/>
    <w:rsid w:val="009130B7"/>
    <w:rsid w:val="0094791C"/>
    <w:rsid w:val="00964E39"/>
    <w:rsid w:val="009747D8"/>
    <w:rsid w:val="009E4351"/>
    <w:rsid w:val="009F3D87"/>
    <w:rsid w:val="00A16621"/>
    <w:rsid w:val="00A27FEF"/>
    <w:rsid w:val="00A33FF7"/>
    <w:rsid w:val="00A719D6"/>
    <w:rsid w:val="00A87C4F"/>
    <w:rsid w:val="00AB6851"/>
    <w:rsid w:val="00B10438"/>
    <w:rsid w:val="00B37D2C"/>
    <w:rsid w:val="00B57854"/>
    <w:rsid w:val="00BA41B0"/>
    <w:rsid w:val="00BD2F3C"/>
    <w:rsid w:val="00BE0AE0"/>
    <w:rsid w:val="00BF509D"/>
    <w:rsid w:val="00C05265"/>
    <w:rsid w:val="00C21158"/>
    <w:rsid w:val="00CB0184"/>
    <w:rsid w:val="00CB3CB0"/>
    <w:rsid w:val="00CB4877"/>
    <w:rsid w:val="00CC24CB"/>
    <w:rsid w:val="00CE05F5"/>
    <w:rsid w:val="00CE1B4A"/>
    <w:rsid w:val="00CE7DAA"/>
    <w:rsid w:val="00D13509"/>
    <w:rsid w:val="00D257BB"/>
    <w:rsid w:val="00D40F46"/>
    <w:rsid w:val="00D74A5C"/>
    <w:rsid w:val="00D8456C"/>
    <w:rsid w:val="00D84E5C"/>
    <w:rsid w:val="00D94F40"/>
    <w:rsid w:val="00DB0569"/>
    <w:rsid w:val="00DB41DF"/>
    <w:rsid w:val="00DC1605"/>
    <w:rsid w:val="00E01F27"/>
    <w:rsid w:val="00E119AF"/>
    <w:rsid w:val="00E42ABD"/>
    <w:rsid w:val="00E553F3"/>
    <w:rsid w:val="00E70FBA"/>
    <w:rsid w:val="00EA7CBF"/>
    <w:rsid w:val="00EB2670"/>
    <w:rsid w:val="00EB28D8"/>
    <w:rsid w:val="00EC46B7"/>
    <w:rsid w:val="00EE193F"/>
    <w:rsid w:val="00EE45F7"/>
    <w:rsid w:val="00EF6D4F"/>
    <w:rsid w:val="00F115D0"/>
    <w:rsid w:val="00F53C5D"/>
    <w:rsid w:val="00F55142"/>
    <w:rsid w:val="00F95376"/>
    <w:rsid w:val="00FA7B81"/>
    <w:rsid w:val="00FB1CAD"/>
    <w:rsid w:val="00FC297A"/>
    <w:rsid w:val="00FC3BE6"/>
    <w:rsid w:val="00FE304D"/>
    <w:rsid w:val="00FE5D60"/>
    <w:rsid w:val="00FF34A2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F8E9A4"/>
  <w15:chartTrackingRefBased/>
  <w15:docId w15:val="{8F22AE79-CE01-406C-B11F-AC6D53E3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rsid w:val="00130394"/>
    <w:rPr>
      <w:rFonts w:ascii="Univers 65 Bold" w:hAnsi="Univers 65 Bold"/>
      <w:color w:val="FFFFFF"/>
      <w:sz w:val="40"/>
    </w:rPr>
  </w:style>
  <w:style w:type="paragraph" w:customStyle="1" w:styleId="SecondHeading">
    <w:name w:val="Second Heading"/>
    <w:basedOn w:val="MainHeading"/>
    <w:rsid w:val="00130394"/>
    <w:rPr>
      <w:rFonts w:ascii="Univers 45 Light" w:hAnsi="Univers 45 Light"/>
    </w:rPr>
  </w:style>
  <w:style w:type="paragraph" w:customStyle="1" w:styleId="subheading">
    <w:name w:val="sub heading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113" w:line="300" w:lineRule="atLeast"/>
      <w:ind w:left="170" w:right="170"/>
      <w:textAlignment w:val="center"/>
    </w:pPr>
    <w:rPr>
      <w:rFonts w:ascii="Univers-Bold" w:hAnsi="Univers-Bold" w:cs="Univers-Bold"/>
      <w:b/>
      <w:bCs/>
      <w:lang w:bidi="en-US"/>
    </w:rPr>
  </w:style>
  <w:style w:type="paragraph" w:customStyle="1" w:styleId="BodyText1">
    <w:name w:val="Body Text1"/>
    <w:basedOn w:val="Normal"/>
    <w:rsid w:val="00130394"/>
    <w:pPr>
      <w:widowControl w:val="0"/>
      <w:tabs>
        <w:tab w:val="left" w:pos="400"/>
      </w:tabs>
      <w:suppressAutoHyphens/>
      <w:autoSpaceDE w:val="0"/>
      <w:autoSpaceDN w:val="0"/>
      <w:adjustRightInd w:val="0"/>
      <w:spacing w:after="28" w:line="300" w:lineRule="atLeast"/>
      <w:ind w:right="170"/>
      <w:textAlignment w:val="center"/>
    </w:pPr>
    <w:rPr>
      <w:rFonts w:ascii="Univers-Light" w:hAnsi="Univers-Light" w:cs="Univers-Light"/>
      <w:color w:val="000000"/>
      <w:sz w:val="18"/>
      <w:szCs w:val="18"/>
      <w:lang w:bidi="en-US"/>
    </w:rPr>
  </w:style>
  <w:style w:type="paragraph" w:customStyle="1" w:styleId="Footer1">
    <w:name w:val="Footer1"/>
    <w:basedOn w:val="Normal"/>
    <w:rsid w:val="0013039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Univers-Light" w:hAnsi="Univers-Light" w:cs="Univers-Light"/>
      <w:outline/>
      <w:color w:val="FFFFFF"/>
      <w:sz w:val="16"/>
      <w:szCs w:val="16"/>
      <w:lang w:bidi="en-US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semiHidden/>
    <w:rsid w:val="001771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4C30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C3053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F608D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en-US"/>
    </w:rPr>
  </w:style>
  <w:style w:type="character" w:customStyle="1" w:styleId="nolink3">
    <w:name w:val="nolink3"/>
    <w:rsid w:val="004A0790"/>
  </w:style>
  <w:style w:type="character" w:customStyle="1" w:styleId="A12">
    <w:name w:val="A1_2"/>
    <w:uiPriority w:val="99"/>
    <w:rsid w:val="00FB1CAD"/>
    <w:rPr>
      <w:rFonts w:cs="Bliss Pro Light"/>
      <w:color w:val="221E1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CCR\Marketing%20Communications\Brand%20Digital%20and%20New%20Services\Services\Science%20competition\Final%20versions_for%20SSH\Certificate%20templates\Gold%20Certifica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Gold Certificate Template</Template>
  <TotalTime>1</TotalTime>
  <Pages>1</Pages>
  <Words>42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Completion</vt:lpstr>
    </vt:vector>
  </TitlesOfParts>
  <Company>Cambridge Assessment</Company>
  <LinksUpToDate>false</LinksUpToDate>
  <CharactersWithSpaces>346</CharactersWithSpaces>
  <SharedDoc>false</SharedDoc>
  <HLinks>
    <vt:vector size="6" baseType="variant">
      <vt:variant>
        <vt:i4>3473426</vt:i4>
      </vt:variant>
      <vt:variant>
        <vt:i4>-1</vt:i4>
      </vt:variant>
      <vt:variant>
        <vt:i4>2213</vt:i4>
      </vt:variant>
      <vt:variant>
        <vt:i4>1</vt:i4>
      </vt:variant>
      <vt:variant>
        <vt:lpwstr>Certificate%20base%20v1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Completion</dc:title>
  <dc:subject/>
  <dc:creator>Sophie Hewitt</dc:creator>
  <cp:keywords/>
  <cp:lastModifiedBy>Sophie Hewitt</cp:lastModifiedBy>
  <cp:revision>1</cp:revision>
  <cp:lastPrinted>2018-09-14T10:53:00Z</cp:lastPrinted>
  <dcterms:created xsi:type="dcterms:W3CDTF">2019-08-08T07:44:00Z</dcterms:created>
  <dcterms:modified xsi:type="dcterms:W3CDTF">2019-08-08T07:45:00Z</dcterms:modified>
</cp:coreProperties>
</file>